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8DB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Wykonawca</w:t>
      </w:r>
    </w:p>
    <w:p w14:paraId="08356C0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047DC5ED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0D001F">
        <w:rPr>
          <w:rFonts w:ascii="Arial Narrow" w:hAnsi="Arial Narrow"/>
          <w:sz w:val="24"/>
          <w:szCs w:val="24"/>
        </w:rPr>
        <w:tab/>
      </w:r>
    </w:p>
    <w:p w14:paraId="681ED1DA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0D001F">
        <w:rPr>
          <w:rFonts w:ascii="Arial Narrow" w:hAnsi="Arial Narrow"/>
          <w:sz w:val="24"/>
          <w:szCs w:val="24"/>
        </w:rPr>
        <w:t>CEiDG</w:t>
      </w:r>
      <w:proofErr w:type="spellEnd"/>
      <w:r w:rsidRPr="000D001F">
        <w:rPr>
          <w:rFonts w:ascii="Arial Narrow" w:hAnsi="Arial Narrow"/>
          <w:sz w:val="24"/>
          <w:szCs w:val="24"/>
        </w:rPr>
        <w:t>)</w:t>
      </w:r>
    </w:p>
    <w:p w14:paraId="0165950F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reprezentowany przez:</w:t>
      </w:r>
    </w:p>
    <w:p w14:paraId="31140C82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6930A992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(imię, nazwisko, stanowisko /</w:t>
      </w:r>
    </w:p>
    <w:p w14:paraId="0AE64349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podstawa do reprezentacji)</w:t>
      </w:r>
    </w:p>
    <w:p w14:paraId="3EAFFF4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0D001F">
        <w:rPr>
          <w:rFonts w:ascii="Arial Narrow" w:hAnsi="Arial Narrow"/>
          <w:sz w:val="24"/>
          <w:szCs w:val="24"/>
          <w:u w:val="single"/>
        </w:rPr>
        <w:t>OŚWIADCZENIA PODMIOTU UDOSTĘPNIAJĄCEGO ZASOBY/PODWYKONAWCY*</w:t>
      </w:r>
    </w:p>
    <w:p w14:paraId="00E0B2F1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0D001F">
        <w:rPr>
          <w:rFonts w:ascii="Arial Narrow" w:hAnsi="Arial Narrow"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73D75DB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*niepotrzebne skreślić</w:t>
      </w:r>
    </w:p>
    <w:p w14:paraId="1BDF362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składane na podstawie art. 125 ust. 1 ustawy z dnia 11 września 2019 r. </w:t>
      </w:r>
    </w:p>
    <w:p w14:paraId="5D2CD160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 Prawo zamówień publicznych (dalej jako: ustawa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>)</w:t>
      </w:r>
    </w:p>
    <w:p w14:paraId="1B6948F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Na potrzeby postępowania o udzielenie zamówienia publicznego prowadzonego w trybie podstawowym </w:t>
      </w:r>
    </w:p>
    <w:p w14:paraId="3120CD3A" w14:textId="62466188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„</w:t>
      </w:r>
      <w:r w:rsidRPr="00044FBF">
        <w:rPr>
          <w:rFonts w:ascii="Arial Narrow" w:hAnsi="Arial Narrow"/>
          <w:sz w:val="24"/>
          <w:szCs w:val="24"/>
        </w:rPr>
        <w:t xml:space="preserve">Wykonanie remontu elewacji w Muzeum Historii Torunia w Domu </w:t>
      </w:r>
      <w:proofErr w:type="spellStart"/>
      <w:r w:rsidRPr="00044FBF">
        <w:rPr>
          <w:rFonts w:ascii="Arial Narrow" w:hAnsi="Arial Narrow"/>
          <w:sz w:val="24"/>
          <w:szCs w:val="24"/>
        </w:rPr>
        <w:t>Eskenów</w:t>
      </w:r>
      <w:proofErr w:type="spellEnd"/>
      <w:r w:rsidRPr="00044FBF">
        <w:rPr>
          <w:rFonts w:ascii="Arial Narrow" w:hAnsi="Arial Narrow"/>
          <w:sz w:val="24"/>
          <w:szCs w:val="24"/>
        </w:rPr>
        <w:t xml:space="preserve"> wraz z pracami dodatkowymi</w:t>
      </w:r>
      <w:r w:rsidRPr="000D001F">
        <w:rPr>
          <w:rFonts w:ascii="Arial Narrow" w:hAnsi="Arial Narrow"/>
          <w:sz w:val="24"/>
          <w:szCs w:val="24"/>
        </w:rPr>
        <w:t>”</w:t>
      </w:r>
    </w:p>
    <w:p w14:paraId="526DE4F7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OŚWIADCZENIA DOTYCZĄCE PODSTAW WYKLUCZENIA:</w:t>
      </w:r>
    </w:p>
    <w:p w14:paraId="5CF5A8BA" w14:textId="77777777" w:rsidR="000D001F" w:rsidRPr="000D001F" w:rsidRDefault="000D001F" w:rsidP="000D001F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nie podlegam wykluczeniu z postępowania na podstawie </w:t>
      </w:r>
      <w:r w:rsidRPr="000D001F">
        <w:rPr>
          <w:rFonts w:ascii="Arial Narrow" w:hAnsi="Arial Narrow"/>
          <w:sz w:val="24"/>
          <w:szCs w:val="24"/>
        </w:rPr>
        <w:br/>
        <w:t xml:space="preserve">art. 108 ust. 1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>.</w:t>
      </w:r>
    </w:p>
    <w:p w14:paraId="5756CEF8" w14:textId="77777777" w:rsidR="000D001F" w:rsidRPr="000D001F" w:rsidRDefault="000D001F" w:rsidP="000D001F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nie zachodzą w stosunku do mnie przesłanki wykluczenia </w:t>
      </w:r>
      <w:r w:rsidRPr="000D001F">
        <w:rPr>
          <w:rFonts w:ascii="Arial Narrow" w:hAnsi="Arial Narrow"/>
          <w:sz w:val="24"/>
          <w:szCs w:val="24"/>
        </w:rPr>
        <w:br/>
        <w:t xml:space="preserve">z postępowania na podstawie art.  7 ust. 1 ustawy z dnia 13 kwietnia 2022 r. </w:t>
      </w:r>
      <w:r w:rsidRPr="000D001F">
        <w:rPr>
          <w:rFonts w:ascii="Arial Narrow" w:hAnsi="Arial Narrow"/>
          <w:sz w:val="24"/>
          <w:szCs w:val="24"/>
        </w:rPr>
        <w:br/>
        <w:t xml:space="preserve">o szczególnych rozwiązaniach w zakresie przeciwdziałania wspieraniu agresji </w:t>
      </w:r>
      <w:r w:rsidRPr="000D001F">
        <w:rPr>
          <w:rFonts w:ascii="Arial Narrow" w:hAnsi="Arial Narrow"/>
          <w:sz w:val="24"/>
          <w:szCs w:val="24"/>
        </w:rPr>
        <w:br/>
        <w:t>na Ukrainę oraz służących ochronie bezpieczeństwa narodowego (Dz. U. poz. 835)</w:t>
      </w:r>
      <w:r w:rsidRPr="000D001F">
        <w:rPr>
          <w:rFonts w:ascii="Arial Narrow" w:hAnsi="Arial Narrow"/>
          <w:sz w:val="24"/>
          <w:szCs w:val="24"/>
          <w:vertAlign w:val="superscript"/>
        </w:rPr>
        <w:footnoteReference w:id="1"/>
      </w:r>
      <w:r w:rsidRPr="000D001F">
        <w:rPr>
          <w:rFonts w:ascii="Arial Narrow" w:hAnsi="Arial Narrow"/>
          <w:sz w:val="24"/>
          <w:szCs w:val="24"/>
        </w:rPr>
        <w:t>.</w:t>
      </w:r>
    </w:p>
    <w:p w14:paraId="384EF369" w14:textId="77777777" w:rsidR="000D001F" w:rsidRPr="000D001F" w:rsidRDefault="000D001F" w:rsidP="000D001F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lastRenderedPageBreak/>
        <w:t xml:space="preserve">[UWAGA: zastosować, gdy zachodzą przesłanki wykluczenia z art. 108 ust. 1 pkt 1, 2 i 5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>]</w:t>
      </w:r>
    </w:p>
    <w:p w14:paraId="47DCCB8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). </w:t>
      </w:r>
    </w:p>
    <w:p w14:paraId="7C78BF59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 podjąłem następujące środki naprawcze i zapobiegawcze:</w:t>
      </w:r>
    </w:p>
    <w:p w14:paraId="3F51BA3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</w:t>
      </w:r>
    </w:p>
    <w:p w14:paraId="3D616D47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OŚWIADCZENIA DOTYCZĄCE WARUNKÓW UDZIAŁU W POSTĘPOWANIU:</w:t>
      </w:r>
    </w:p>
    <w:p w14:paraId="5DAA177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(nie dotyczy Podwykonawcy)</w:t>
      </w:r>
    </w:p>
    <w:p w14:paraId="6152B519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spełniam warunki udziału w postępowaniu określone przez Zamawiającego w ………..…………………………………………………..………………………………………….. (wskazać dokument i właściwą jednostkę redakcyjną dokumentu, w której określono warunki udziału </w:t>
      </w:r>
      <w:r w:rsidRPr="000D001F">
        <w:rPr>
          <w:rFonts w:ascii="Arial Narrow" w:hAnsi="Arial Narrow"/>
          <w:sz w:val="24"/>
          <w:szCs w:val="24"/>
        </w:rPr>
        <w:br/>
        <w:t>w postępowaniu) w następującym zakresie* ……………………………..………………………………………</w:t>
      </w:r>
    </w:p>
    <w:p w14:paraId="3CFA78D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*niepotrzebne skreślić</w:t>
      </w:r>
    </w:p>
    <w:p w14:paraId="6FFBAEF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OŚWIADCZENIE DOTYCZĄCE PODANYCH INFORMACJI:</w:t>
      </w:r>
    </w:p>
    <w:p w14:paraId="2575380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0D001F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CF2C11B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INFORMACJA DOTYCZĄCA DOSTĘPU DO PODMIOTOWYCH ŚRODKÓW DOWODOWYCH:</w:t>
      </w:r>
    </w:p>
    <w:p w14:paraId="27E6DF82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Wskazuję następujące podmiotowe środki dowodowe, które można uzyskać za pomocą bezpłatnych i ogólnodostępnych baz danych, oraz dane umożliwiające dostęp do tych środków:</w:t>
      </w:r>
    </w:p>
    <w:p w14:paraId="5F1948A1" w14:textId="77777777" w:rsidR="000D001F" w:rsidRPr="000D001F" w:rsidRDefault="000D001F" w:rsidP="000D001F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6804307D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03C509C0" w14:textId="77777777" w:rsidR="000D001F" w:rsidRPr="000D001F" w:rsidRDefault="000D001F" w:rsidP="000D001F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3913B22A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43A6BD90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EC32203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……………, dnia …………… r.</w:t>
      </w:r>
    </w:p>
    <w:p w14:paraId="4EFCD21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(miejscowość)                 (data)</w:t>
      </w:r>
    </w:p>
    <w:p w14:paraId="54147FB7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17474A3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0D001F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5BAB4CE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5B33DBF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0D001F">
        <w:rPr>
          <w:rFonts w:ascii="Arial Narrow" w:hAnsi="Arial Narrow"/>
          <w:sz w:val="24"/>
          <w:szCs w:val="24"/>
          <w:u w:val="single"/>
        </w:rPr>
        <w:t>Uwaga:</w:t>
      </w:r>
    </w:p>
    <w:p w14:paraId="5854A8D1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lastRenderedPageBreak/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1862FD6E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92492" w14:textId="77777777" w:rsidR="002E4F83" w:rsidRDefault="002E4F83" w:rsidP="001522C2">
      <w:pPr>
        <w:spacing w:after="0" w:line="240" w:lineRule="auto"/>
      </w:pPr>
      <w:r>
        <w:separator/>
      </w:r>
    </w:p>
  </w:endnote>
  <w:endnote w:type="continuationSeparator" w:id="0">
    <w:p w14:paraId="185746A4" w14:textId="77777777" w:rsidR="002E4F83" w:rsidRDefault="002E4F83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74601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135ACF8A" wp14:editId="1DD8A851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5613E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189A3" w14:textId="77777777" w:rsidR="002E4F83" w:rsidRDefault="002E4F83" w:rsidP="001522C2">
      <w:pPr>
        <w:spacing w:after="0" w:line="240" w:lineRule="auto"/>
      </w:pPr>
      <w:r>
        <w:separator/>
      </w:r>
    </w:p>
  </w:footnote>
  <w:footnote w:type="continuationSeparator" w:id="0">
    <w:p w14:paraId="4A06077A" w14:textId="77777777" w:rsidR="002E4F83" w:rsidRDefault="002E4F83" w:rsidP="001522C2">
      <w:pPr>
        <w:spacing w:after="0" w:line="240" w:lineRule="auto"/>
      </w:pPr>
      <w:r>
        <w:continuationSeparator/>
      </w:r>
    </w:p>
  </w:footnote>
  <w:footnote w:id="1">
    <w:p w14:paraId="42DD515D" w14:textId="77777777" w:rsidR="000D001F" w:rsidRDefault="000D001F" w:rsidP="000D00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3F8724CB" w14:textId="77777777" w:rsidR="000D001F" w:rsidRDefault="000D001F" w:rsidP="000D001F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3E9B4894" w14:textId="77777777" w:rsidR="000D001F" w:rsidRDefault="000D001F" w:rsidP="000D001F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3C1E85" w14:textId="77777777" w:rsidR="000D001F" w:rsidRDefault="000D001F" w:rsidP="000D001F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D003" w14:textId="749ECDC3" w:rsidR="000D001F" w:rsidRPr="000D001F" w:rsidRDefault="000D001F" w:rsidP="000D001F">
    <w:pPr>
      <w:pStyle w:val="Nagwek"/>
    </w:pPr>
    <w:r w:rsidRPr="000D001F">
      <w:t xml:space="preserve">Załącznik nr 4 do SWZ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  <w:r w:rsidRPr="000D001F">
      <w:t xml:space="preserve"> – oświadczenie podmiotu udostępniającego zasoby/podwykonawcy</w:t>
    </w:r>
  </w:p>
  <w:p w14:paraId="7D51EAC2" w14:textId="6BA33359" w:rsidR="000D001F" w:rsidRDefault="000D001F">
    <w:pPr>
      <w:pStyle w:val="Nagwek"/>
    </w:pPr>
  </w:p>
  <w:p w14:paraId="739FE1BA" w14:textId="77777777" w:rsidR="000D001F" w:rsidRDefault="000D00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282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1640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1F"/>
    <w:rsid w:val="000D001F"/>
    <w:rsid w:val="001522C2"/>
    <w:rsid w:val="001D1F39"/>
    <w:rsid w:val="002E4F83"/>
    <w:rsid w:val="00795F52"/>
    <w:rsid w:val="00AA6F2D"/>
    <w:rsid w:val="00C6059F"/>
    <w:rsid w:val="00CB37E0"/>
    <w:rsid w:val="00CE2DCB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3309A"/>
  <w15:chartTrackingRefBased/>
  <w15:docId w15:val="{42308971-F373-40F0-9E91-A6447648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0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0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00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1</TotalTime>
  <Pages>3</Pages>
  <Words>534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2026-01-26T16:18:00Z</dcterms:created>
  <dcterms:modified xsi:type="dcterms:W3CDTF">2026-01-26T16:20:00Z</dcterms:modified>
</cp:coreProperties>
</file>